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B499B7" w14:textId="77777777" w:rsidR="00405390" w:rsidRDefault="00405390">
      <w:pPr>
        <w:ind w:left="5529"/>
        <w:rPr>
          <w:sz w:val="24"/>
          <w:szCs w:val="24"/>
        </w:rPr>
      </w:pPr>
    </w:p>
    <w:p w14:paraId="39FA7DE5" w14:textId="77777777" w:rsidR="00405390" w:rsidRDefault="00F052E8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рейтинговый протокол результатов школьного этапа</w:t>
      </w:r>
      <w:r>
        <w:rPr>
          <w:sz w:val="24"/>
          <w:szCs w:val="24"/>
        </w:rPr>
        <w:br/>
        <w:t>Всероссийской олимпиады школьников</w:t>
      </w:r>
    </w:p>
    <w:p w14:paraId="60D2F3F1" w14:textId="77777777" w:rsidR="00405390" w:rsidRDefault="00F052E8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>
        <w:rPr>
          <w:sz w:val="24"/>
          <w:szCs w:val="24"/>
        </w:rPr>
        <w:t xml:space="preserve"> учебный </w:t>
      </w:r>
      <w:proofErr w:type="gramStart"/>
      <w:r>
        <w:rPr>
          <w:sz w:val="24"/>
          <w:szCs w:val="24"/>
        </w:rPr>
        <w:t>год</w:t>
      </w:r>
      <w:r>
        <w:rPr>
          <w:sz w:val="24"/>
          <w:szCs w:val="24"/>
        </w:rPr>
        <w:br/>
        <w:t>(</w:t>
      </w:r>
      <w:proofErr w:type="gramEnd"/>
      <w:r>
        <w:rPr>
          <w:sz w:val="24"/>
          <w:szCs w:val="24"/>
        </w:rPr>
        <w:t>для размещения на информационном стенде в общеобразовательной организации</w:t>
      </w:r>
      <w:r>
        <w:rPr>
          <w:sz w:val="24"/>
          <w:szCs w:val="24"/>
        </w:rPr>
        <w:br/>
        <w:t xml:space="preserve">и публикации на официальном сайте общеобразовательной </w:t>
      </w:r>
      <w:r>
        <w:rPr>
          <w:sz w:val="24"/>
          <w:szCs w:val="24"/>
        </w:rPr>
        <w:t>организации)</w:t>
      </w:r>
    </w:p>
    <w:p w14:paraId="33C70107" w14:textId="77777777" w:rsidR="00405390" w:rsidRDefault="00405390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5"/>
        <w:gridCol w:w="1947"/>
        <w:gridCol w:w="1476"/>
        <w:gridCol w:w="2020"/>
        <w:gridCol w:w="992"/>
        <w:gridCol w:w="1984"/>
      </w:tblGrid>
      <w:tr w:rsidR="00405390" w14:paraId="2CEA8EE3" w14:textId="77777777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B80150" w14:textId="77777777" w:rsidR="00405390" w:rsidRDefault="00F052E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9064546" w14:textId="77777777" w:rsidR="00405390" w:rsidRDefault="00F052E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культура</w:t>
            </w:r>
          </w:p>
        </w:tc>
      </w:tr>
      <w:tr w:rsidR="00405390" w14:paraId="618F8A6F" w14:textId="77777777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C82B0DB" w14:textId="77777777" w:rsidR="00405390" w:rsidRDefault="00F052E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C0BCD2" w14:textId="77777777" w:rsidR="00405390" w:rsidRDefault="00F052E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405390" w14:paraId="323612C5" w14:textId="77777777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1245664" w14:textId="77777777" w:rsidR="00405390" w:rsidRDefault="00F052E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3C7982" w14:textId="27F2B51E" w:rsidR="00405390" w:rsidRDefault="00F052E8" w:rsidP="001366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</w:t>
            </w:r>
            <w:r w:rsidR="00136682">
              <w:rPr>
                <w:sz w:val="24"/>
                <w:szCs w:val="24"/>
              </w:rPr>
              <w:t xml:space="preserve">бюджетное </w:t>
            </w:r>
            <w:r>
              <w:rPr>
                <w:sz w:val="24"/>
                <w:szCs w:val="24"/>
              </w:rPr>
              <w:t>общеобразовательное учреждение</w:t>
            </w:r>
          </w:p>
          <w:p w14:paraId="1C7E49EE" w14:textId="77777777" w:rsidR="00405390" w:rsidRDefault="00F052E8" w:rsidP="001366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«Средняя общеобразовательная школа №78»</w:t>
            </w:r>
          </w:p>
        </w:tc>
      </w:tr>
      <w:tr w:rsidR="00405390" w14:paraId="1C3ED648" w14:textId="77777777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C7D5592" w14:textId="77777777" w:rsidR="00405390" w:rsidRDefault="00F052E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1556CA9" w14:textId="110DE922" w:rsidR="00405390" w:rsidRDefault="00F052E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 </w:t>
            </w:r>
            <w:r w:rsidR="00136682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девушки</w:t>
            </w:r>
            <w:r w:rsidR="00136682">
              <w:rPr>
                <w:sz w:val="24"/>
                <w:szCs w:val="24"/>
              </w:rPr>
              <w:t>)</w:t>
            </w:r>
          </w:p>
        </w:tc>
      </w:tr>
      <w:tr w:rsidR="00405390" w14:paraId="7279BCAE" w14:textId="77777777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82B80F1" w14:textId="77777777" w:rsidR="00405390" w:rsidRDefault="00F052E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Дата, месяц, </w:t>
            </w:r>
            <w:r>
              <w:rPr>
                <w:sz w:val="24"/>
                <w:szCs w:val="24"/>
              </w:rPr>
              <w:t xml:space="preserve">год проведения ШЭ </w:t>
            </w:r>
            <w:proofErr w:type="spellStart"/>
            <w:r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237189B" w14:textId="77777777" w:rsidR="00405390" w:rsidRDefault="00F052E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1-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2.10.202</w:t>
            </w:r>
            <w:r>
              <w:rPr>
                <w:sz w:val="24"/>
                <w:szCs w:val="24"/>
              </w:rPr>
              <w:t>4</w:t>
            </w:r>
          </w:p>
        </w:tc>
      </w:tr>
      <w:tr w:rsidR="00405390" w14:paraId="18EB185F" w14:textId="77777777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8BDD5" w14:textId="77777777" w:rsidR="00405390" w:rsidRDefault="00F052E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E4914" w14:textId="77777777" w:rsidR="00405390" w:rsidRDefault="00F052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Фамилия, инициалы участника </w:t>
            </w:r>
            <w:r>
              <w:rPr>
                <w:sz w:val="24"/>
                <w:szCs w:val="24"/>
              </w:rPr>
              <w:br/>
              <w:t xml:space="preserve">ШЭ </w:t>
            </w:r>
            <w:proofErr w:type="spellStart"/>
            <w:r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B280E" w14:textId="77777777" w:rsidR="00405390" w:rsidRDefault="00F052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 (указывать в каждой 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16933" w14:textId="77777777" w:rsidR="00405390" w:rsidRDefault="00F052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</w:t>
            </w:r>
          </w:p>
          <w:p w14:paraId="49A4AF19" w14:textId="77777777" w:rsidR="00405390" w:rsidRDefault="00F052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(указывать сокращённое название в каждой 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352A8" w14:textId="77777777" w:rsidR="00405390" w:rsidRDefault="00F052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EDE73" w14:textId="77777777" w:rsidR="00405390" w:rsidRDefault="00F052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</w:t>
            </w:r>
            <w:proofErr w:type="gramStart"/>
            <w:r>
              <w:rPr>
                <w:sz w:val="24"/>
                <w:szCs w:val="24"/>
              </w:rPr>
              <w:t>диплома</w:t>
            </w:r>
            <w:r>
              <w:rPr>
                <w:sz w:val="24"/>
                <w:szCs w:val="24"/>
              </w:rPr>
              <w:br/>
              <w:t>(</w:t>
            </w:r>
            <w:proofErr w:type="gramEnd"/>
            <w:r>
              <w:rPr>
                <w:sz w:val="24"/>
                <w:szCs w:val="24"/>
              </w:rPr>
              <w:t>победитель, призёр, участник)</w:t>
            </w:r>
          </w:p>
        </w:tc>
      </w:tr>
      <w:tr w:rsidR="00405390" w14:paraId="63C8793E" w14:textId="77777777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F3F6C" w14:textId="6A039EDF" w:rsidR="00405390" w:rsidRDefault="001366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1E38F" w14:textId="4288301C" w:rsidR="00405390" w:rsidRDefault="00F052E8" w:rsidP="0013668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Головня</w:t>
            </w:r>
            <w:r>
              <w:rPr>
                <w:sz w:val="24"/>
                <w:szCs w:val="24"/>
              </w:rPr>
              <w:t xml:space="preserve"> Т</w:t>
            </w:r>
            <w:r w:rsidR="0013668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С</w:t>
            </w:r>
            <w:r w:rsidR="00136682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824D6" w14:textId="77777777" w:rsidR="00405390" w:rsidRDefault="00F052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BEA55" w14:textId="34ADCD4D" w:rsidR="00405390" w:rsidRDefault="00F052E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</w:t>
            </w:r>
            <w:r w:rsidR="00B8678C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СОШ №78</w:t>
            </w:r>
            <w:r w:rsidR="00B8678C">
              <w:rPr>
                <w:sz w:val="24"/>
                <w:szCs w:val="24"/>
              </w:rPr>
              <w:t>»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69DD3" w14:textId="77777777" w:rsidR="00405390" w:rsidRDefault="00F052E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95.8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99498" w14:textId="77777777" w:rsidR="00405390" w:rsidRDefault="00F052E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405390" w14:paraId="2236C234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83890" w14:textId="77777777" w:rsidR="00405390" w:rsidRDefault="004053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BCF92" w14:textId="77777777" w:rsidR="00405390" w:rsidRDefault="0040539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D304C" w14:textId="77777777" w:rsidR="00405390" w:rsidRDefault="0040539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B1A92" w14:textId="77777777" w:rsidR="00405390" w:rsidRDefault="004053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9D1BE" w14:textId="77777777" w:rsidR="00405390" w:rsidRDefault="0040539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2F83C" w14:textId="77777777" w:rsidR="00405390" w:rsidRDefault="0040539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405390" w14:paraId="2C316E31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01ECB" w14:textId="77777777" w:rsidR="00405390" w:rsidRDefault="004053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75BDD" w14:textId="77777777" w:rsidR="00405390" w:rsidRDefault="0040539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EEE12" w14:textId="77777777" w:rsidR="00405390" w:rsidRDefault="0040539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0C1E1" w14:textId="77777777" w:rsidR="00405390" w:rsidRDefault="004053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8CA9E" w14:textId="77777777" w:rsidR="00405390" w:rsidRDefault="0040539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56462" w14:textId="77777777" w:rsidR="00405390" w:rsidRDefault="0040539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05390" w14:paraId="4E686457" w14:textId="77777777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CA177" w14:textId="77777777" w:rsidR="00405390" w:rsidRDefault="004053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1FE24" w14:textId="77777777" w:rsidR="00405390" w:rsidRDefault="0040539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034B9" w14:textId="77777777" w:rsidR="00405390" w:rsidRDefault="0040539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AD6EF" w14:textId="77777777" w:rsidR="00405390" w:rsidRDefault="004053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C5900" w14:textId="77777777" w:rsidR="00405390" w:rsidRDefault="0040539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25F8A" w14:textId="77777777" w:rsidR="00405390" w:rsidRDefault="0040539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05390" w14:paraId="512B7A66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7F55A" w14:textId="77777777" w:rsidR="00405390" w:rsidRDefault="004053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403E4" w14:textId="77777777" w:rsidR="00405390" w:rsidRDefault="00F052E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7A444" w14:textId="77777777" w:rsidR="00405390" w:rsidRDefault="004053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720A2" w14:textId="77777777" w:rsidR="00405390" w:rsidRDefault="004053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3F02B" w14:textId="77777777" w:rsidR="00405390" w:rsidRDefault="004053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37C7F" w14:textId="77777777" w:rsidR="00405390" w:rsidRDefault="004053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05390" w14:paraId="3960EBCE" w14:textId="77777777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004E5" w14:textId="77777777" w:rsidR="00405390" w:rsidRDefault="004053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E56F9" w14:textId="77777777" w:rsidR="00405390" w:rsidRDefault="004053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E5651" w14:textId="77777777" w:rsidR="00405390" w:rsidRDefault="004053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C6F72" w14:textId="77777777" w:rsidR="00405390" w:rsidRDefault="004053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15CC4" w14:textId="77777777" w:rsidR="00405390" w:rsidRDefault="004053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6D96C" w14:textId="77777777" w:rsidR="00405390" w:rsidRDefault="004053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05390" w14:paraId="618DC023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DC685" w14:textId="77777777" w:rsidR="00405390" w:rsidRDefault="004053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01CBF" w14:textId="77777777" w:rsidR="00405390" w:rsidRDefault="004053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DF92B" w14:textId="77777777" w:rsidR="00405390" w:rsidRDefault="004053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5F2C5" w14:textId="77777777" w:rsidR="00405390" w:rsidRDefault="004053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FB4F4" w14:textId="77777777" w:rsidR="00405390" w:rsidRDefault="004053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1FEA9" w14:textId="77777777" w:rsidR="00405390" w:rsidRDefault="004053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05390" w14:paraId="14F46A1C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8BC9F" w14:textId="77777777" w:rsidR="00405390" w:rsidRDefault="004053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C0C95" w14:textId="77777777" w:rsidR="00405390" w:rsidRDefault="004053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697DE" w14:textId="77777777" w:rsidR="00405390" w:rsidRDefault="004053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CB6A9" w14:textId="77777777" w:rsidR="00405390" w:rsidRDefault="004053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10907" w14:textId="77777777" w:rsidR="00405390" w:rsidRDefault="004053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85884" w14:textId="77777777" w:rsidR="00405390" w:rsidRDefault="004053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05390" w14:paraId="27AB6F60" w14:textId="77777777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5BBC0" w14:textId="77777777" w:rsidR="00405390" w:rsidRDefault="004053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9220A" w14:textId="77777777" w:rsidR="00405390" w:rsidRDefault="004053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2A4A1" w14:textId="77777777" w:rsidR="00405390" w:rsidRDefault="004053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F17A9" w14:textId="77777777" w:rsidR="00405390" w:rsidRDefault="004053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E1434" w14:textId="77777777" w:rsidR="00405390" w:rsidRDefault="004053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48E2C" w14:textId="77777777" w:rsidR="00405390" w:rsidRDefault="004053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05390" w14:paraId="348B9C22" w14:textId="77777777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DAB26" w14:textId="77777777" w:rsidR="00405390" w:rsidRDefault="004053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48A83" w14:textId="77777777" w:rsidR="00405390" w:rsidRDefault="004053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09615" w14:textId="77777777" w:rsidR="00405390" w:rsidRDefault="004053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FE0E6" w14:textId="77777777" w:rsidR="00405390" w:rsidRDefault="004053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2771F" w14:textId="77777777" w:rsidR="00405390" w:rsidRDefault="004053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D4C21" w14:textId="77777777" w:rsidR="00405390" w:rsidRDefault="004053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14:paraId="580C5800" w14:textId="77777777" w:rsidR="00405390" w:rsidRDefault="0040539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6D9044D" w14:textId="77777777" w:rsidR="00405390" w:rsidRDefault="00F052E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54C856EF" w14:textId="77777777" w:rsidR="00405390" w:rsidRDefault="0040539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1"/>
        <w:gridCol w:w="5101"/>
      </w:tblGrid>
      <w:tr w:rsidR="00405390" w14:paraId="4F50FD3F" w14:textId="77777777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CF692E" w14:textId="77777777" w:rsidR="00405390" w:rsidRDefault="004053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1A62E5C" w14:textId="251B0D27" w:rsidR="00405390" w:rsidRDefault="001366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405390" w14:paraId="4A63EA4C" w14:textId="77777777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C1C858" w14:textId="77777777" w:rsidR="00405390" w:rsidRDefault="00F052E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F4CAC0" w14:textId="77777777" w:rsidR="00405390" w:rsidRDefault="00F052E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Ф.И.О </w:t>
            </w:r>
          </w:p>
        </w:tc>
      </w:tr>
    </w:tbl>
    <w:p w14:paraId="1ABF6A7D" w14:textId="77777777" w:rsidR="00405390" w:rsidRDefault="0040539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1A1C7C2" w14:textId="77777777" w:rsidR="00405390" w:rsidRDefault="00F052E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49659F8D" w14:textId="77777777" w:rsidR="00405390" w:rsidRDefault="0040539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1"/>
        <w:gridCol w:w="5101"/>
      </w:tblGrid>
      <w:tr w:rsidR="00405390" w14:paraId="3E2A92CE" w14:textId="77777777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17377C" w14:textId="77777777" w:rsidR="00405390" w:rsidRDefault="004053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348155D" w14:textId="19D44F10" w:rsidR="00405390" w:rsidRDefault="001366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405390" w14:paraId="18FEF132" w14:textId="77777777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D363C1" w14:textId="77777777" w:rsidR="00405390" w:rsidRDefault="00F052E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ED9AA6" w14:textId="77777777" w:rsidR="00405390" w:rsidRDefault="00F052E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Ф.И.О </w:t>
            </w:r>
          </w:p>
        </w:tc>
      </w:tr>
    </w:tbl>
    <w:p w14:paraId="1891376F" w14:textId="77777777" w:rsidR="00405390" w:rsidRDefault="0040539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5BA7ECA" w14:textId="2482C23B" w:rsidR="00405390" w:rsidRDefault="00F052E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заполнения </w:t>
      </w:r>
      <w:proofErr w:type="gramStart"/>
      <w:r>
        <w:rPr>
          <w:sz w:val="24"/>
          <w:szCs w:val="24"/>
        </w:rPr>
        <w:t xml:space="preserve">протокола  </w:t>
      </w:r>
      <w:r w:rsidR="00136682">
        <w:rPr>
          <w:sz w:val="24"/>
          <w:szCs w:val="24"/>
        </w:rPr>
        <w:t>28.10.2024</w:t>
      </w:r>
      <w:proofErr w:type="gramEnd"/>
    </w:p>
    <w:p w14:paraId="19F56EDE" w14:textId="77777777" w:rsidR="00405390" w:rsidRDefault="00405390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sectPr w:rsidR="00405390">
      <w:headerReference w:type="first" r:id="rId7"/>
      <w:pgSz w:w="11907" w:h="16840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7985F0" w14:textId="77777777" w:rsidR="00F052E8" w:rsidRDefault="00F052E8">
      <w:r>
        <w:separator/>
      </w:r>
    </w:p>
  </w:endnote>
  <w:endnote w:type="continuationSeparator" w:id="0">
    <w:p w14:paraId="3A0C8D0E" w14:textId="77777777" w:rsidR="00F052E8" w:rsidRDefault="00F05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default"/>
    <w:sig w:usb0="E5002EFF" w:usb1="C000605B" w:usb2="00000029" w:usb3="00000000" w:csb0="200101FF" w:csb1="2028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50E2FB" w14:textId="77777777" w:rsidR="00F052E8" w:rsidRDefault="00F052E8">
      <w:r>
        <w:separator/>
      </w:r>
    </w:p>
  </w:footnote>
  <w:footnote w:type="continuationSeparator" w:id="0">
    <w:p w14:paraId="3814B195" w14:textId="77777777" w:rsidR="00F052E8" w:rsidRDefault="00F052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5A574F" w14:textId="77777777" w:rsidR="00405390" w:rsidRDefault="00405390">
    <w:pPr>
      <w:spacing w:before="120"/>
      <w:rPr>
        <w:b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36682"/>
    <w:rsid w:val="001410ED"/>
    <w:rsid w:val="0014355E"/>
    <w:rsid w:val="00144E47"/>
    <w:rsid w:val="00147D08"/>
    <w:rsid w:val="001538AC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2219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05390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0671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49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2D4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25D3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C7464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4799A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8678C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052E8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  <w:rsid w:val="696B5595"/>
    <w:rsid w:val="78BD1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92BB7F7-68EB-4B99-83B7-6338754A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Body Text Indent" w:qFormat="1"/>
    <w:lsdException w:name="Subtitle" w:qFormat="1"/>
    <w:lsdException w:name="Body Text 3" w:qFormat="1"/>
    <w:lsdException w:name="Body Text Indent 2" w:qFormat="1"/>
    <w:lsdException w:name="Hyperlink" w:qFormat="1"/>
    <w:lsdException w:name="Followed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qFormat/>
    <w:rPr>
      <w:color w:val="954F72" w:themeColor="followedHyperlink"/>
      <w:u w:val="single"/>
    </w:rPr>
  </w:style>
  <w:style w:type="character" w:styleId="a4">
    <w:name w:val="Hyperlink"/>
    <w:qFormat/>
    <w:rPr>
      <w:color w:val="0000FF"/>
      <w:u w:val="single"/>
    </w:rPr>
  </w:style>
  <w:style w:type="paragraph" w:styleId="a5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6">
    <w:name w:val="Plain Text"/>
    <w:basedOn w:val="a"/>
    <w:qFormat/>
    <w:rPr>
      <w:rFonts w:ascii="Courier New" w:hAnsi="Courier New" w:cs="Courier New"/>
    </w:rPr>
  </w:style>
  <w:style w:type="paragraph" w:styleId="a7">
    <w:name w:val="header"/>
    <w:basedOn w:val="a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qFormat/>
    <w:pPr>
      <w:spacing w:after="120"/>
    </w:pPr>
  </w:style>
  <w:style w:type="paragraph" w:styleId="aa">
    <w:name w:val="Body Text Indent"/>
    <w:basedOn w:val="a"/>
    <w:link w:val="ab"/>
    <w:qFormat/>
    <w:pPr>
      <w:spacing w:after="120"/>
      <w:ind w:left="283"/>
    </w:pPr>
  </w:style>
  <w:style w:type="paragraph" w:styleId="ac">
    <w:name w:val="footer"/>
    <w:basedOn w:val="a"/>
    <w:qFormat/>
    <w:pPr>
      <w:tabs>
        <w:tab w:val="center" w:pos="4677"/>
        <w:tab w:val="right" w:pos="9355"/>
      </w:tabs>
    </w:pPr>
  </w:style>
  <w:style w:type="paragraph" w:styleId="ad">
    <w:name w:val="Normal (Web)"/>
    <w:basedOn w:val="a"/>
    <w:uiPriority w:val="99"/>
    <w:unhideWhenUsed/>
    <w:qFormat/>
    <w:pPr>
      <w:spacing w:before="100" w:beforeAutospacing="1" w:after="100" w:afterAutospacing="1"/>
    </w:pPr>
    <w:rPr>
      <w:sz w:val="24"/>
      <w:szCs w:val="24"/>
    </w:rPr>
  </w:style>
  <w:style w:type="paragraph" w:styleId="3">
    <w:name w:val="Body Text 3"/>
    <w:basedOn w:val="a"/>
    <w:link w:val="30"/>
    <w:qFormat/>
    <w:pPr>
      <w:spacing w:after="120"/>
    </w:pPr>
    <w:rPr>
      <w:sz w:val="16"/>
      <w:szCs w:val="16"/>
    </w:rPr>
  </w:style>
  <w:style w:type="paragraph" w:styleId="2">
    <w:name w:val="Body Text Indent 2"/>
    <w:basedOn w:val="a"/>
    <w:link w:val="20"/>
    <w:qFormat/>
    <w:pPr>
      <w:ind w:left="-360" w:firstLine="360"/>
      <w:jc w:val="both"/>
    </w:pPr>
    <w:rPr>
      <w:color w:val="000000"/>
      <w:sz w:val="28"/>
    </w:rPr>
  </w:style>
  <w:style w:type="table" w:styleId="ae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link w:val="af0"/>
    <w:qFormat/>
    <w:pPr>
      <w:ind w:left="708"/>
    </w:pPr>
  </w:style>
  <w:style w:type="character" w:customStyle="1" w:styleId="20">
    <w:name w:val="Основной текст с отступом 2 Знак"/>
    <w:link w:val="2"/>
    <w:qFormat/>
    <w:rPr>
      <w:color w:val="000000"/>
      <w:sz w:val="28"/>
    </w:rPr>
  </w:style>
  <w:style w:type="character" w:customStyle="1" w:styleId="30">
    <w:name w:val="Основной текст 3 Знак"/>
    <w:link w:val="3"/>
    <w:qFormat/>
    <w:rPr>
      <w:sz w:val="16"/>
      <w:szCs w:val="16"/>
    </w:rPr>
  </w:style>
  <w:style w:type="character" w:customStyle="1" w:styleId="ab">
    <w:name w:val="Основной текст с отступом Знак"/>
    <w:basedOn w:val="a0"/>
    <w:link w:val="aa"/>
    <w:qFormat/>
  </w:style>
  <w:style w:type="paragraph" w:styleId="af1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table" w:customStyle="1" w:styleId="11">
    <w:name w:val="Сетка таблицы1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uiPriority w:val="5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f0">
    <w:name w:val="Абзац списка Знак"/>
    <w:link w:val="af"/>
    <w:uiPriority w:val="1"/>
    <w:qFormat/>
  </w:style>
  <w:style w:type="character" w:customStyle="1" w:styleId="a9">
    <w:name w:val="Основной текст Знак"/>
    <w:basedOn w:val="a0"/>
    <w:link w:val="a8"/>
    <w:qFormat/>
  </w:style>
  <w:style w:type="character" w:customStyle="1" w:styleId="10">
    <w:name w:val="Заголовок 1 Знак"/>
    <w:link w:val="1"/>
    <w:uiPriority w:val="9"/>
    <w:qFormat/>
    <w:rPr>
      <w:b/>
      <w:sz w:val="28"/>
    </w:rPr>
  </w:style>
  <w:style w:type="character" w:customStyle="1" w:styleId="22">
    <w:name w:val="Неразрешенное упоминание2"/>
    <w:basedOn w:val="a0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13">
    <w:name w:val="Обычный1"/>
    <w:qFormat/>
    <w:pPr>
      <w:tabs>
        <w:tab w:val="left" w:pos="708"/>
      </w:tabs>
      <w:suppressAutoHyphens/>
      <w:spacing w:after="200" w:line="276" w:lineRule="auto"/>
    </w:pPr>
    <w:rPr>
      <w:rFonts w:eastAsia="Times New Roman"/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qFormat/>
    <w:locked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437EC-5F5A-48A7-869C-37E34BE3F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РАСПОРЯЖЕНИЕ.dot</Template>
  <TotalTime>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Северск</Company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None</dc:creator>
  <cp:lastModifiedBy>Oksana</cp:lastModifiedBy>
  <cp:revision>3</cp:revision>
  <cp:lastPrinted>2023-09-06T06:20:00Z</cp:lastPrinted>
  <dcterms:created xsi:type="dcterms:W3CDTF">2024-10-28T06:46:00Z</dcterms:created>
  <dcterms:modified xsi:type="dcterms:W3CDTF">2024-10-28T06:46:00Z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B4FB44D4203943B7A378FB17B20CD825_12</vt:lpwstr>
  </property>
</Properties>
</file>